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  <w:sz w:val="22"/>
          <w:szCs w:val="22"/>
        </w:rPr>
        <w:t>«География»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2025-2026 учебный год</w:t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</w:t>
      </w:r>
      <w:r>
        <w:rPr>
          <w:rFonts w:cs="Times New Roman" w:ascii="Times New Roman" w:hAnsi="Times New Roman"/>
          <w:sz w:val="22"/>
          <w:szCs w:val="22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5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ФИО участника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Чубаров Андрей Евгеньевич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Сулейманова Маргарита Андреевна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Крыжов Евгений Андреевич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Шлимаков Никитка Иванович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Крепкин Давид Вадимович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Евстратов Тимофей Романович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31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Клитченко Владислав Олегович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35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Чубаров Алексей Евгеньевич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29,5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Кальментьев Влад Алексеевич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Баженова Софья Сергеевна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39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Леоненко Тимур Русланович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37,5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Парфенчук Витальевич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33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Поспелов Кирилл Павлович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45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Пирогова Ксения Александровна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41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Чусов Глеб Денисович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40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Макаров Леонид Артёмович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Иванова Мария Дмитриевна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39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Кадыров Денис Руслонович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Козлова Арина Руслановна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35,5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Дубровина Анастасия Денисовна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Жмулевская Софья Дмитриевна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uppressAutoHyphens w:val="fals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Кустова Полина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Игоревна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Каменских Александра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Павловна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 xml:space="preserve">Думанская Елизавета Анатольевна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Бабурина Дарья Вячеславовна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Пустынская Мария Дмитриевна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24,5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Прудникова Ольга Александровна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32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Веремейчик Екатерина Евгеньевна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участие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777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5"/>
        <w:gridCol w:w="899"/>
        <w:gridCol w:w="916"/>
        <w:gridCol w:w="840"/>
        <w:gridCol w:w="794"/>
        <w:gridCol w:w="795"/>
        <w:gridCol w:w="870"/>
      </w:tblGrid>
      <w:tr>
        <w:trPr/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8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 кл.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10кл.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 кл.</w:t>
            </w:r>
          </w:p>
        </w:tc>
      </w:tr>
      <w:tr>
        <w:trPr/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Кол-во участников школьного этапа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</w:tr>
      <w:tr>
        <w:trPr/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Кол-во победителей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Кол-во призеров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  <w:sz w:val="22"/>
          <w:szCs w:val="22"/>
        </w:rPr>
        <w:t>«География»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1) Поспелов Кирилл Павлович, 8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2) Баженова Софья Сергеевна, 8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3) Пирогова Ксения Александровна 9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4) Чусов Глеб Денисович, 9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5) Козлова Арина Руслановна, 10 класс</w:t>
      </w:r>
    </w:p>
    <w:p>
      <w:pPr>
        <w:pStyle w:val="Style1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      </w:t>
      </w:r>
      <w:r>
        <w:rPr>
          <w:rFonts w:cs="Times New Roman" w:ascii="Times New Roman" w:hAnsi="Times New Roman"/>
          <w:color w:val="auto"/>
          <w:sz w:val="22"/>
          <w:szCs w:val="22"/>
        </w:rPr>
        <w:t>6) Каменских Александра</w:t>
      </w:r>
      <w:r>
        <w:rPr>
          <w:rFonts w:cs="Times New Roman" w:ascii="Times New Roman" w:hAnsi="Times New Roman"/>
          <w:sz w:val="22"/>
          <w:szCs w:val="22"/>
        </w:rPr>
        <w:t xml:space="preserve"> Павловна, 10 класс</w:t>
      </w:r>
    </w:p>
    <w:p>
      <w:pPr>
        <w:pStyle w:val="Style1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</w:t>
      </w:r>
      <w:r>
        <w:rPr>
          <w:rFonts w:cs="Times New Roman" w:ascii="Times New Roman" w:hAnsi="Times New Roman"/>
          <w:sz w:val="22"/>
          <w:szCs w:val="22"/>
        </w:rPr>
        <w:t xml:space="preserve">7) </w:t>
      </w:r>
      <w:r>
        <w:rPr>
          <w:rFonts w:cs="Times New Roman" w:ascii="Times New Roman" w:hAnsi="Times New Roman"/>
          <w:color w:val="auto"/>
          <w:sz w:val="22"/>
          <w:szCs w:val="22"/>
        </w:rPr>
        <w:t>Прудникова Ольга Александровна, 11 класс</w:t>
      </w:r>
    </w:p>
    <w:p>
      <w:pPr>
        <w:pStyle w:val="Style1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      </w:t>
      </w:r>
      <w:r>
        <w:rPr>
          <w:rFonts w:cs="Times New Roman" w:ascii="Times New Roman" w:hAnsi="Times New Roman"/>
          <w:color w:val="auto"/>
          <w:sz w:val="22"/>
          <w:szCs w:val="22"/>
        </w:rPr>
        <w:t>8) Думанская Елизавета Анатольевна,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Учитель: Брылина С.В., учитель географии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122</TotalTime>
  <Application>LibreOffice/25.2.6.2$Windows_X86_64 LibreOffice_project/729c5bfe710f5eb71ed3bbde9e06a6065e9c6c5d</Application>
  <AppVersion>15.0000</AppVersion>
  <Pages>1</Pages>
  <Words>307</Words>
  <Characters>1786</Characters>
  <CharactersWithSpaces>1958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>Admin</cp:lastModifiedBy>
  <dcterms:modified xsi:type="dcterms:W3CDTF">2025-10-20T02:12:00Z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